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CBB8" w14:textId="77777777" w:rsidR="0062074C" w:rsidRDefault="00A46F3C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DC33299" wp14:editId="2478F95E">
            <wp:extent cx="2085975" cy="542925"/>
            <wp:effectExtent l="0" t="0" r="9525" b="9525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72C34" w14:textId="77777777" w:rsidR="0062074C" w:rsidRDefault="0062074C">
      <w:pPr>
        <w:rPr>
          <w:sz w:val="2"/>
        </w:rPr>
        <w:sectPr w:rsidR="0062074C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DF7C957" w14:textId="77777777" w:rsidR="00530AE7" w:rsidRPr="004C53C4" w:rsidRDefault="00530AE7" w:rsidP="00530AE7">
      <w:pPr>
        <w:rPr>
          <w:rFonts w:ascii="Arial" w:hAnsi="Arial" w:cs="Arial"/>
          <w:b/>
        </w:rPr>
      </w:pPr>
      <w:r w:rsidRPr="004C53C4">
        <w:rPr>
          <w:rFonts w:ascii="Arial" w:hAnsi="Arial" w:cs="Arial"/>
          <w:b/>
        </w:rPr>
        <w:t>JUHATUS</w:t>
      </w:r>
    </w:p>
    <w:p w14:paraId="05F3F197" w14:textId="77777777" w:rsidR="00530AE7" w:rsidRPr="004C53C4" w:rsidRDefault="00530AE7" w:rsidP="00530AE7">
      <w:pPr>
        <w:rPr>
          <w:rFonts w:ascii="Arial" w:hAnsi="Arial" w:cs="Arial"/>
          <w:b/>
        </w:rPr>
      </w:pPr>
      <w:r w:rsidRPr="004C53C4">
        <w:rPr>
          <w:rFonts w:ascii="Arial" w:hAnsi="Arial" w:cs="Arial"/>
          <w:b/>
        </w:rPr>
        <w:t xml:space="preserve">OTSUS </w:t>
      </w:r>
    </w:p>
    <w:p w14:paraId="7A87DF4E" w14:textId="77777777" w:rsidR="00530AE7" w:rsidRDefault="00530AE7" w:rsidP="00530AE7"/>
    <w:p w14:paraId="498EAF0B" w14:textId="77777777" w:rsidR="004C53C4" w:rsidRDefault="004C53C4" w:rsidP="00530AE7"/>
    <w:p w14:paraId="01DE0EA5" w14:textId="1020C576" w:rsidR="00530AE7" w:rsidRDefault="00530AE7" w:rsidP="00530AE7"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 w:rsidR="007B7139">
        <w:t xml:space="preserve">               </w:t>
      </w:r>
      <w:r w:rsidR="00700248">
        <w:t xml:space="preserve">              </w:t>
      </w:r>
      <w:r w:rsidR="007B7139">
        <w:t xml:space="preserve"> </w:t>
      </w:r>
      <w:r w:rsidR="00700248">
        <w:t>9</w:t>
      </w:r>
      <w:r w:rsidR="007B7139">
        <w:t xml:space="preserve">. </w:t>
      </w:r>
      <w:r w:rsidR="00A40E12">
        <w:t>dets</w:t>
      </w:r>
      <w:r w:rsidR="00AD7021">
        <w:t>e</w:t>
      </w:r>
      <w:r w:rsidR="00FD190D">
        <w:t>mber</w:t>
      </w:r>
      <w:r w:rsidR="007B7139">
        <w:t xml:space="preserve"> 20</w:t>
      </w:r>
      <w:r w:rsidR="00CB11D5">
        <w:t>2</w:t>
      </w:r>
      <w:r w:rsidR="00B82A70">
        <w:t>5</w:t>
      </w:r>
      <w:r>
        <w:t xml:space="preserve"> nr 1-32/</w:t>
      </w:r>
      <w:r w:rsidR="00700248">
        <w:t>15</w:t>
      </w:r>
      <w:r w:rsidR="00E4066D">
        <w:t>8</w:t>
      </w:r>
      <w:r w:rsidR="000B5257">
        <w:t xml:space="preserve">  </w:t>
      </w:r>
    </w:p>
    <w:p w14:paraId="3EE474A8" w14:textId="0C3A5401" w:rsidR="00530AE7" w:rsidRDefault="00530AE7" w:rsidP="00530AE7"/>
    <w:p w14:paraId="5D5C2B05" w14:textId="77777777" w:rsidR="00530AE7" w:rsidRDefault="00530AE7" w:rsidP="00530AE7"/>
    <w:p w14:paraId="33EB556E" w14:textId="77777777" w:rsidR="00A94BF6" w:rsidRDefault="00530AE7" w:rsidP="00530AE7">
      <w:pPr>
        <w:rPr>
          <w:b/>
        </w:rPr>
      </w:pPr>
      <w:r w:rsidRPr="00530AE7">
        <w:rPr>
          <w:b/>
        </w:rPr>
        <w:t xml:space="preserve">RMK valduses oleva vara kõlbmatuks </w:t>
      </w:r>
    </w:p>
    <w:p w14:paraId="6639250A" w14:textId="77777777" w:rsidR="00530AE7" w:rsidRPr="00530AE7" w:rsidRDefault="00530AE7" w:rsidP="00530AE7">
      <w:pPr>
        <w:rPr>
          <w:b/>
        </w:rPr>
      </w:pPr>
      <w:r w:rsidRPr="00530AE7">
        <w:rPr>
          <w:b/>
        </w:rPr>
        <w:t>tunnistamine ja mahakandmine</w:t>
      </w:r>
    </w:p>
    <w:p w14:paraId="394EE6CC" w14:textId="77777777" w:rsidR="00075C63" w:rsidRDefault="00075C63" w:rsidP="00530AE7"/>
    <w:p w14:paraId="416C358C" w14:textId="59773AC8" w:rsidR="00F84AA8" w:rsidRDefault="00641B8C" w:rsidP="00F84AA8">
      <w:pPr>
        <w:jc w:val="both"/>
      </w:pPr>
      <w:r>
        <w:t>Vastavalt metsaseaduse</w:t>
      </w:r>
      <w:r w:rsidR="00530AE7" w:rsidRPr="00D728E7">
        <w:t xml:space="preserve"> § 53 lõikele 4 </w:t>
      </w:r>
      <w:r w:rsidR="00530AE7" w:rsidRPr="0060647B">
        <w:t xml:space="preserve">ning </w:t>
      </w:r>
      <w:r w:rsidR="00F84AA8" w:rsidRPr="0060647B">
        <w:t xml:space="preserve">RMK juhatuse </w:t>
      </w:r>
      <w:r w:rsidR="0064128A">
        <w:t>2</w:t>
      </w:r>
      <w:r w:rsidR="0097098C">
        <w:t>1</w:t>
      </w:r>
      <w:r w:rsidR="000F3CAA" w:rsidRPr="0060647B">
        <w:t>.</w:t>
      </w:r>
      <w:r w:rsidR="000B5257">
        <w:t>1</w:t>
      </w:r>
      <w:r w:rsidR="000F3CAA" w:rsidRPr="0060647B">
        <w:t>0</w:t>
      </w:r>
      <w:r w:rsidR="0060647B" w:rsidRPr="0060647B">
        <w:t>.20</w:t>
      </w:r>
      <w:r w:rsidR="002B4725">
        <w:t>2</w:t>
      </w:r>
      <w:r w:rsidR="0097098C">
        <w:t>5</w:t>
      </w:r>
      <w:r w:rsidR="00F84AA8" w:rsidRPr="0060647B">
        <w:t xml:space="preserve"> otsusega nr </w:t>
      </w:r>
      <w:r w:rsidR="00610F29" w:rsidRPr="00610F29">
        <w:t>1-32/140</w:t>
      </w:r>
      <w:r w:rsidR="00610F29">
        <w:t xml:space="preserve"> </w:t>
      </w:r>
      <w:r w:rsidR="00F84AA8" w:rsidRPr="0060647B">
        <w:t>kinnitatud „</w:t>
      </w:r>
      <w:r w:rsidR="00C744B8" w:rsidRPr="00C744B8">
        <w:t>RMK aastainventuuride läbiviimise</w:t>
      </w:r>
      <w:r w:rsidR="00C744B8">
        <w:t xml:space="preserve"> </w:t>
      </w:r>
      <w:r w:rsidR="00C744B8" w:rsidRPr="00C744B8">
        <w:t>juhendi kinnitamine</w:t>
      </w:r>
      <w:r w:rsidR="00A02598">
        <w:t>”</w:t>
      </w:r>
      <w:r w:rsidR="002D23FC">
        <w:t xml:space="preserve"> punkti</w:t>
      </w:r>
      <w:r w:rsidR="00807A8C">
        <w:t>de</w:t>
      </w:r>
      <w:r w:rsidR="002D23FC">
        <w:t>le 8.</w:t>
      </w:r>
      <w:r w:rsidR="00807A8C">
        <w:t>5.2 ja 8.10.2</w:t>
      </w:r>
    </w:p>
    <w:p w14:paraId="56E17599" w14:textId="77777777" w:rsidR="00C104FB" w:rsidRDefault="00C104FB" w:rsidP="00F84AA8">
      <w:pPr>
        <w:jc w:val="both"/>
      </w:pPr>
    </w:p>
    <w:p w14:paraId="6F4F249B" w14:textId="1361373A" w:rsidR="00B17D7B" w:rsidRDefault="00F84AA8" w:rsidP="00B17D7B">
      <w:pPr>
        <w:jc w:val="both"/>
      </w:pPr>
      <w:r>
        <w:t xml:space="preserve">1. </w:t>
      </w:r>
      <w:r w:rsidR="00B17D7B">
        <w:t xml:space="preserve">T u n </w:t>
      </w:r>
      <w:proofErr w:type="spellStart"/>
      <w:r w:rsidR="00B17D7B">
        <w:t>n</w:t>
      </w:r>
      <w:proofErr w:type="spellEnd"/>
      <w:r w:rsidR="00B17D7B">
        <w:t xml:space="preserve"> i s t a d a kõlbmatuks ja kanda maha RMK ülesannete täitmiseks mittevajalik</w:t>
      </w:r>
      <w:r w:rsidR="0031684C">
        <w:t>ud lõpetamata ehitist</w:t>
      </w:r>
      <w:r w:rsidR="00807A8C">
        <w:t>e</w:t>
      </w:r>
      <w:r w:rsidR="0031684C">
        <w:t xml:space="preserve"> materiaalsepõhivara objektid:</w:t>
      </w:r>
    </w:p>
    <w:p w14:paraId="1A32E74E" w14:textId="77777777" w:rsidR="00B16F02" w:rsidRDefault="00B16F02" w:rsidP="00F84AA8">
      <w:pPr>
        <w:jc w:val="both"/>
      </w:pPr>
    </w:p>
    <w:p w14:paraId="063B0DBD" w14:textId="612F69FD" w:rsidR="00A2289B" w:rsidRPr="00A2289B" w:rsidRDefault="00A2289B" w:rsidP="00A2289B">
      <w:pPr>
        <w:pStyle w:val="Loendilik"/>
        <w:numPr>
          <w:ilvl w:val="1"/>
          <w:numId w:val="6"/>
        </w:numPr>
        <w:jc w:val="both"/>
        <w:rPr>
          <w:szCs w:val="24"/>
        </w:rPr>
      </w:pPr>
      <w:r w:rsidRPr="00A2289B">
        <w:rPr>
          <w:szCs w:val="24"/>
        </w:rPr>
        <w:t>RMK metsa</w:t>
      </w:r>
      <w:r w:rsidR="0031684C">
        <w:rPr>
          <w:szCs w:val="24"/>
        </w:rPr>
        <w:t>taristu</w:t>
      </w:r>
      <w:r w:rsidRPr="00A2289B">
        <w:rPr>
          <w:szCs w:val="24"/>
        </w:rPr>
        <w:t xml:space="preserve">osakonna </w:t>
      </w:r>
      <w:r w:rsidR="0031684C">
        <w:rPr>
          <w:szCs w:val="24"/>
        </w:rPr>
        <w:t>lõpetamata ehitiste objektid</w:t>
      </w:r>
      <w:r w:rsidRPr="00A2289B">
        <w:rPr>
          <w:szCs w:val="24"/>
        </w:rPr>
        <w:t>:</w:t>
      </w:r>
    </w:p>
    <w:p w14:paraId="228AB852" w14:textId="29C230D2" w:rsidR="00A2289B" w:rsidRDefault="0031684C" w:rsidP="00A2289B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C4391C" w:rsidRPr="00C4391C">
        <w:rPr>
          <w:szCs w:val="24"/>
        </w:rPr>
        <w:t xml:space="preserve">RKU0476 Karumulla, </w:t>
      </w:r>
      <w:proofErr w:type="spellStart"/>
      <w:r w:rsidR="00C4391C" w:rsidRPr="00C4391C">
        <w:rPr>
          <w:szCs w:val="24"/>
        </w:rPr>
        <w:t>Kutja</w:t>
      </w:r>
      <w:proofErr w:type="spellEnd"/>
      <w:r w:rsidR="00C4391C" w:rsidRPr="00C4391C">
        <w:rPr>
          <w:szCs w:val="24"/>
        </w:rPr>
        <w:t xml:space="preserve">, </w:t>
      </w:r>
      <w:proofErr w:type="spellStart"/>
      <w:r w:rsidR="00C4391C" w:rsidRPr="00C4391C">
        <w:rPr>
          <w:szCs w:val="24"/>
        </w:rPr>
        <w:t>Sutesoo</w:t>
      </w:r>
      <w:proofErr w:type="spellEnd"/>
      <w:r w:rsidR="00C4391C">
        <w:rPr>
          <w:szCs w:val="24"/>
        </w:rPr>
        <w:t xml:space="preserve"> </w:t>
      </w:r>
      <w:r w:rsidR="00101F00" w:rsidRPr="00101F00">
        <w:rPr>
          <w:szCs w:val="24"/>
        </w:rPr>
        <w:t xml:space="preserve">maaparandussüsteem </w:t>
      </w:r>
      <w:r w:rsidR="00A2289B" w:rsidRPr="00A2289B">
        <w:rPr>
          <w:szCs w:val="24"/>
        </w:rPr>
        <w:t xml:space="preserve">maksumus </w:t>
      </w:r>
      <w:r w:rsidR="00741647" w:rsidRPr="00741647">
        <w:rPr>
          <w:szCs w:val="24"/>
        </w:rPr>
        <w:t>15940,25</w:t>
      </w:r>
      <w:r w:rsidR="00A2289B" w:rsidRPr="00A2289B">
        <w:rPr>
          <w:szCs w:val="24"/>
        </w:rPr>
        <w:t xml:space="preserve"> eurot</w:t>
      </w:r>
      <w:r w:rsidR="00A64AC8" w:rsidRPr="000B6AA3">
        <w:rPr>
          <w:szCs w:val="24"/>
        </w:rPr>
        <w:t>;</w:t>
      </w:r>
    </w:p>
    <w:p w14:paraId="06E43CD6" w14:textId="6132CC67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C20147" w:rsidRPr="00C20147">
        <w:rPr>
          <w:szCs w:val="24"/>
        </w:rPr>
        <w:t>RKU0499 Riisselja Saarealuse</w:t>
      </w:r>
      <w:r w:rsidR="00C20147">
        <w:rPr>
          <w:szCs w:val="24"/>
        </w:rPr>
        <w:t xml:space="preserve"> </w:t>
      </w:r>
      <w:r w:rsidRPr="00101F00">
        <w:rPr>
          <w:szCs w:val="24"/>
        </w:rPr>
        <w:t xml:space="preserve">maaparandussüsteem </w:t>
      </w:r>
      <w:r w:rsidRPr="00A2289B">
        <w:rPr>
          <w:szCs w:val="24"/>
        </w:rPr>
        <w:t xml:space="preserve">maksumus </w:t>
      </w:r>
      <w:r w:rsidR="00817887" w:rsidRPr="00817887">
        <w:rPr>
          <w:szCs w:val="24"/>
        </w:rPr>
        <w:t>32150,3</w:t>
      </w:r>
      <w:r w:rsidR="00817887">
        <w:rPr>
          <w:szCs w:val="24"/>
        </w:rPr>
        <w:t>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7CFE8CB8" w14:textId="7F3B96A3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EF3A19" w:rsidRPr="00EF3A19">
        <w:rPr>
          <w:szCs w:val="24"/>
        </w:rPr>
        <w:t xml:space="preserve">RKU0588 </w:t>
      </w:r>
      <w:proofErr w:type="spellStart"/>
      <w:r w:rsidR="00EF3A19" w:rsidRPr="00EF3A19">
        <w:rPr>
          <w:szCs w:val="24"/>
        </w:rPr>
        <w:t>Asuja</w:t>
      </w:r>
      <w:proofErr w:type="spellEnd"/>
      <w:r w:rsidRPr="00101F00">
        <w:rPr>
          <w:szCs w:val="24"/>
        </w:rPr>
        <w:t xml:space="preserve"> maaparandussüsteem </w:t>
      </w:r>
      <w:r w:rsidRPr="00A2289B">
        <w:rPr>
          <w:szCs w:val="24"/>
        </w:rPr>
        <w:t xml:space="preserve">maksumus </w:t>
      </w:r>
      <w:r w:rsidR="00F6052D" w:rsidRPr="00F6052D">
        <w:rPr>
          <w:szCs w:val="24"/>
        </w:rPr>
        <w:t>43049,08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4C696AC6" w14:textId="1799F2E7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C24DC2" w:rsidRPr="00C24DC2">
        <w:rPr>
          <w:szCs w:val="24"/>
        </w:rPr>
        <w:t>RKU0593 Suiraku-Surjupere</w:t>
      </w:r>
      <w:r w:rsidRPr="00101F00">
        <w:rPr>
          <w:szCs w:val="24"/>
        </w:rPr>
        <w:t xml:space="preserve"> maaparandussüsteem </w:t>
      </w:r>
      <w:r w:rsidRPr="00A2289B">
        <w:rPr>
          <w:szCs w:val="24"/>
        </w:rPr>
        <w:t xml:space="preserve">maksumus </w:t>
      </w:r>
      <w:r w:rsidR="005C1B10" w:rsidRPr="005C1B10">
        <w:rPr>
          <w:szCs w:val="24"/>
        </w:rPr>
        <w:t>18344</w:t>
      </w:r>
      <w:r w:rsidR="005C1B10">
        <w:rPr>
          <w:szCs w:val="24"/>
        </w:rPr>
        <w:t>,00</w:t>
      </w:r>
      <w:r w:rsidR="00400E26">
        <w:rPr>
          <w:szCs w:val="24"/>
        </w:rPr>
        <w:t xml:space="preserve">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0332188F" w14:textId="1ABBCAC4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B343FF" w:rsidRPr="00B343FF">
        <w:rPr>
          <w:szCs w:val="24"/>
        </w:rPr>
        <w:t>RKU0628 Vahepere-Laitse</w:t>
      </w:r>
      <w:r w:rsidR="00B343FF">
        <w:rPr>
          <w:szCs w:val="24"/>
        </w:rPr>
        <w:t xml:space="preserve"> </w:t>
      </w:r>
      <w:r w:rsidRPr="00101F00">
        <w:rPr>
          <w:szCs w:val="24"/>
        </w:rPr>
        <w:t xml:space="preserve">maaparandussüsteem </w:t>
      </w:r>
      <w:r w:rsidRPr="00A2289B">
        <w:rPr>
          <w:szCs w:val="24"/>
        </w:rPr>
        <w:t xml:space="preserve">maksumus </w:t>
      </w:r>
      <w:r w:rsidR="00805FE3" w:rsidRPr="00805FE3">
        <w:rPr>
          <w:szCs w:val="24"/>
        </w:rPr>
        <w:t>5838</w:t>
      </w:r>
      <w:r w:rsidR="00805FE3">
        <w:rPr>
          <w:szCs w:val="24"/>
        </w:rPr>
        <w:t xml:space="preserve">,00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33E4C545" w14:textId="218BAA41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CC7059" w:rsidRPr="00CC7059">
        <w:rPr>
          <w:szCs w:val="24"/>
        </w:rPr>
        <w:t>RKU0705 Männikvälja</w:t>
      </w:r>
      <w:r w:rsidR="00CC7059">
        <w:rPr>
          <w:szCs w:val="24"/>
        </w:rPr>
        <w:t xml:space="preserve"> </w:t>
      </w:r>
      <w:r w:rsidRPr="00101F00">
        <w:rPr>
          <w:szCs w:val="24"/>
        </w:rPr>
        <w:t xml:space="preserve">maaparandussüsteem </w:t>
      </w:r>
      <w:r w:rsidRPr="00A2289B">
        <w:rPr>
          <w:szCs w:val="24"/>
        </w:rPr>
        <w:t xml:space="preserve">maksumus </w:t>
      </w:r>
      <w:r w:rsidR="00364E60" w:rsidRPr="00364E60">
        <w:rPr>
          <w:szCs w:val="24"/>
        </w:rPr>
        <w:t>6700</w:t>
      </w:r>
      <w:r w:rsidR="00364E60">
        <w:rPr>
          <w:szCs w:val="24"/>
        </w:rPr>
        <w:t>,00</w:t>
      </w:r>
      <w:r w:rsidR="00400E26">
        <w:rPr>
          <w:szCs w:val="24"/>
        </w:rPr>
        <w:t xml:space="preserve">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6A70BF0F" w14:textId="1B0DA1BD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481C28" w:rsidRPr="00481C28">
        <w:rPr>
          <w:szCs w:val="24"/>
        </w:rPr>
        <w:t>RKU0745 Songa</w:t>
      </w:r>
      <w:r w:rsidRPr="00101F00">
        <w:rPr>
          <w:szCs w:val="24"/>
        </w:rPr>
        <w:t xml:space="preserve"> maaparandussüsteem </w:t>
      </w:r>
      <w:r w:rsidRPr="00A2289B">
        <w:rPr>
          <w:szCs w:val="24"/>
        </w:rPr>
        <w:t xml:space="preserve">maksumus </w:t>
      </w:r>
      <w:r w:rsidR="00481C28" w:rsidRPr="00481C28">
        <w:rPr>
          <w:szCs w:val="24"/>
        </w:rPr>
        <w:t>120</w:t>
      </w:r>
      <w:r w:rsidR="00481C28">
        <w:rPr>
          <w:szCs w:val="24"/>
        </w:rPr>
        <w:t>,00</w:t>
      </w:r>
      <w:r w:rsidR="00400E26">
        <w:rPr>
          <w:szCs w:val="24"/>
        </w:rPr>
        <w:t xml:space="preserve">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025E8EE0" w14:textId="5254D355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F97B23" w:rsidRPr="00F97B23">
        <w:rPr>
          <w:szCs w:val="24"/>
        </w:rPr>
        <w:t xml:space="preserve">RTE1713 </w:t>
      </w:r>
      <w:proofErr w:type="spellStart"/>
      <w:r w:rsidR="00F97B23" w:rsidRPr="00F97B23">
        <w:rPr>
          <w:szCs w:val="24"/>
        </w:rPr>
        <w:t>Mahasõit</w:t>
      </w:r>
      <w:proofErr w:type="spellEnd"/>
      <w:r w:rsidR="00F97B23" w:rsidRPr="00F97B23">
        <w:rPr>
          <w:szCs w:val="24"/>
        </w:rPr>
        <w:t xml:space="preserve"> kv TT083</w:t>
      </w:r>
      <w:r w:rsidRPr="00101F0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7768DC" w:rsidRPr="007768DC">
        <w:rPr>
          <w:szCs w:val="24"/>
        </w:rPr>
        <w:t>2071,2</w:t>
      </w:r>
      <w:r w:rsidR="007768DC">
        <w:rPr>
          <w:szCs w:val="24"/>
        </w:rPr>
        <w:t>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009BD47C" w14:textId="753013E0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2E4481" w:rsidRPr="002E4481">
        <w:rPr>
          <w:szCs w:val="24"/>
        </w:rPr>
        <w:t>RTE2490 Haabsilla tee</w:t>
      </w:r>
      <w:r w:rsidRPr="00101F0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2E4481" w:rsidRPr="002E4481">
        <w:rPr>
          <w:szCs w:val="24"/>
        </w:rPr>
        <w:t>789,6</w:t>
      </w:r>
      <w:r w:rsidR="002E4481">
        <w:rPr>
          <w:szCs w:val="24"/>
        </w:rPr>
        <w:t xml:space="preserve">0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753359DC" w14:textId="63BAE5DA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5168D6" w:rsidRPr="005168D6">
        <w:rPr>
          <w:szCs w:val="24"/>
        </w:rPr>
        <w:t>RTE2617 Mahlalaane tee</w:t>
      </w:r>
      <w:r w:rsidR="005168D6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9A5C34" w:rsidRPr="009A5C34">
        <w:rPr>
          <w:szCs w:val="24"/>
        </w:rPr>
        <w:t>9136</w:t>
      </w:r>
      <w:r w:rsidR="009A5C34">
        <w:rPr>
          <w:szCs w:val="24"/>
        </w:rPr>
        <w:t>,00</w:t>
      </w:r>
      <w:r w:rsidR="009C2F3E">
        <w:rPr>
          <w:szCs w:val="24"/>
        </w:rPr>
        <w:t xml:space="preserve">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4E0B4254" w14:textId="0CD64584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E731F0" w:rsidRPr="00E731F0">
        <w:rPr>
          <w:szCs w:val="24"/>
        </w:rPr>
        <w:t xml:space="preserve">RTE2657 </w:t>
      </w:r>
      <w:proofErr w:type="spellStart"/>
      <w:r w:rsidR="00E731F0" w:rsidRPr="00E731F0">
        <w:rPr>
          <w:szCs w:val="24"/>
        </w:rPr>
        <w:t>Nedsaja</w:t>
      </w:r>
      <w:proofErr w:type="spellEnd"/>
      <w:r w:rsidR="00E731F0" w:rsidRPr="00E731F0">
        <w:rPr>
          <w:szCs w:val="24"/>
        </w:rPr>
        <w:t xml:space="preserve"> tee</w:t>
      </w:r>
      <w:r w:rsidR="00E731F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E731F0" w:rsidRPr="00E731F0">
        <w:rPr>
          <w:szCs w:val="24"/>
        </w:rPr>
        <w:t>3640</w:t>
      </w:r>
      <w:r w:rsidR="00E731F0">
        <w:rPr>
          <w:szCs w:val="24"/>
        </w:rPr>
        <w:t>,</w:t>
      </w:r>
      <w:r w:rsidR="001B0E30">
        <w:rPr>
          <w:szCs w:val="24"/>
        </w:rPr>
        <w:t xml:space="preserve">00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20FC6F74" w14:textId="388E8BB9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1B0E30" w:rsidRPr="001B0E30">
        <w:rPr>
          <w:szCs w:val="24"/>
        </w:rPr>
        <w:t>RTE2662 Piirimäe tee</w:t>
      </w:r>
      <w:r w:rsidRPr="00101F0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A617AD" w:rsidRPr="00A617AD">
        <w:rPr>
          <w:szCs w:val="24"/>
        </w:rPr>
        <w:t>836</w:t>
      </w:r>
      <w:r w:rsidR="00A617AD">
        <w:rPr>
          <w:szCs w:val="24"/>
        </w:rPr>
        <w:t xml:space="preserve">,00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0F4C6DF1" w14:textId="5E281B04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B42F78" w:rsidRPr="00B42F78">
        <w:rPr>
          <w:szCs w:val="24"/>
        </w:rPr>
        <w:t>RTE2666 Metsavahe tee</w:t>
      </w:r>
      <w:r w:rsidR="00B42F78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B42F78" w:rsidRPr="00B42F78">
        <w:rPr>
          <w:szCs w:val="24"/>
        </w:rPr>
        <w:t>3853,2</w:t>
      </w:r>
      <w:r w:rsidR="00B42F78">
        <w:rPr>
          <w:szCs w:val="24"/>
        </w:rPr>
        <w:t>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02225DE4" w14:textId="51CA20B0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1B06D3" w:rsidRPr="001B06D3">
        <w:rPr>
          <w:szCs w:val="24"/>
        </w:rPr>
        <w:t>RTE2682 Mahasõidutee TT107</w:t>
      </w:r>
      <w:r w:rsidR="001B06D3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963520" w:rsidRPr="00963520">
        <w:rPr>
          <w:szCs w:val="24"/>
        </w:rPr>
        <w:t>400,8</w:t>
      </w:r>
      <w:r w:rsidR="00963520">
        <w:rPr>
          <w:szCs w:val="24"/>
        </w:rPr>
        <w:t>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7B78B52A" w14:textId="56F146F3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491477" w:rsidRPr="00491477">
        <w:rPr>
          <w:szCs w:val="24"/>
        </w:rPr>
        <w:t xml:space="preserve">RTE2695 </w:t>
      </w:r>
      <w:proofErr w:type="spellStart"/>
      <w:r w:rsidR="00491477" w:rsidRPr="00491477">
        <w:rPr>
          <w:szCs w:val="24"/>
        </w:rPr>
        <w:t>Ulila-Teilma</w:t>
      </w:r>
      <w:proofErr w:type="spellEnd"/>
      <w:r w:rsidR="00491477" w:rsidRPr="00491477">
        <w:rPr>
          <w:szCs w:val="24"/>
        </w:rPr>
        <w:t xml:space="preserve"> tee</w:t>
      </w:r>
      <w:r w:rsidR="00491477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532A73" w:rsidRPr="00532A73">
        <w:rPr>
          <w:szCs w:val="24"/>
        </w:rPr>
        <w:t>13558,5</w:t>
      </w:r>
      <w:r w:rsidR="00532A73">
        <w:rPr>
          <w:szCs w:val="24"/>
        </w:rPr>
        <w:t xml:space="preserve">0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65291BE4" w14:textId="65EBA362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lastRenderedPageBreak/>
        <w:t>Lõpetamata ehitiste objekt</w:t>
      </w:r>
      <w:r>
        <w:rPr>
          <w:szCs w:val="24"/>
        </w:rPr>
        <w:t xml:space="preserve"> </w:t>
      </w:r>
      <w:r w:rsidR="00EB37BB" w:rsidRPr="00EB37BB">
        <w:rPr>
          <w:szCs w:val="24"/>
        </w:rPr>
        <w:t>RTE2884 Mahasõidutee RG053</w:t>
      </w:r>
      <w:r w:rsidRPr="00101F0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70510F" w:rsidRPr="0070510F">
        <w:rPr>
          <w:szCs w:val="24"/>
        </w:rPr>
        <w:t>976,05</w:t>
      </w:r>
      <w:r w:rsidR="0070510F">
        <w:rPr>
          <w:szCs w:val="24"/>
        </w:rPr>
        <w:t xml:space="preserve"> </w:t>
      </w:r>
      <w:r w:rsidRPr="00A2289B">
        <w:rPr>
          <w:szCs w:val="24"/>
        </w:rPr>
        <w:t>eurot</w:t>
      </w:r>
      <w:r w:rsidRPr="000B6AA3">
        <w:rPr>
          <w:szCs w:val="24"/>
        </w:rPr>
        <w:t>;</w:t>
      </w:r>
    </w:p>
    <w:p w14:paraId="751FDDEE" w14:textId="357E1442" w:rsidR="00101F00" w:rsidRDefault="00101F00" w:rsidP="00101F00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CF270B" w:rsidRPr="00CF270B">
        <w:rPr>
          <w:szCs w:val="24"/>
        </w:rPr>
        <w:t xml:space="preserve">RTE2911 Taimeaia tee </w:t>
      </w:r>
      <w:proofErr w:type="spellStart"/>
      <w:r w:rsidR="00CF270B" w:rsidRPr="00CF270B">
        <w:rPr>
          <w:szCs w:val="24"/>
        </w:rPr>
        <w:t>Nursi</w:t>
      </w:r>
      <w:proofErr w:type="spellEnd"/>
      <w:r w:rsidR="00CF270B" w:rsidRPr="00CF270B">
        <w:rPr>
          <w:szCs w:val="24"/>
        </w:rPr>
        <w:t>-Juba teed</w:t>
      </w:r>
      <w:r w:rsidR="00CF270B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364A1F" w:rsidRPr="00364A1F">
        <w:rPr>
          <w:szCs w:val="24"/>
        </w:rPr>
        <w:t>3027,1</w:t>
      </w:r>
      <w:r w:rsidR="00364A1F">
        <w:rPr>
          <w:szCs w:val="24"/>
        </w:rPr>
        <w:t>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3526C9A9" w14:textId="1C7DF337" w:rsidR="00E30E18" w:rsidRPr="00F27533" w:rsidRDefault="00101F00" w:rsidP="00FC3DB9">
      <w:pPr>
        <w:pStyle w:val="Loendilik"/>
        <w:numPr>
          <w:ilvl w:val="2"/>
          <w:numId w:val="6"/>
        </w:numPr>
        <w:jc w:val="both"/>
        <w:rPr>
          <w:szCs w:val="24"/>
        </w:rPr>
      </w:pPr>
      <w:r w:rsidRPr="00A2289B">
        <w:rPr>
          <w:szCs w:val="24"/>
        </w:rPr>
        <w:t>Lõpetamata ehitiste objekt</w:t>
      </w:r>
      <w:r>
        <w:rPr>
          <w:szCs w:val="24"/>
        </w:rPr>
        <w:t xml:space="preserve"> </w:t>
      </w:r>
      <w:r w:rsidR="0089241C" w:rsidRPr="0089241C">
        <w:rPr>
          <w:szCs w:val="24"/>
        </w:rPr>
        <w:t xml:space="preserve">RTE3030 </w:t>
      </w:r>
      <w:proofErr w:type="spellStart"/>
      <w:r w:rsidR="0089241C" w:rsidRPr="0089241C">
        <w:rPr>
          <w:szCs w:val="24"/>
        </w:rPr>
        <w:t>Maidema</w:t>
      </w:r>
      <w:proofErr w:type="spellEnd"/>
      <w:r w:rsidR="0089241C" w:rsidRPr="0089241C">
        <w:rPr>
          <w:szCs w:val="24"/>
        </w:rPr>
        <w:t xml:space="preserve"> metsatee Vahepere-Laitse</w:t>
      </w:r>
      <w:r w:rsidRPr="00101F00">
        <w:rPr>
          <w:szCs w:val="24"/>
        </w:rPr>
        <w:t xml:space="preserve"> </w:t>
      </w:r>
      <w:r w:rsidRPr="00A2289B">
        <w:rPr>
          <w:szCs w:val="24"/>
        </w:rPr>
        <w:t xml:space="preserve">maksumus </w:t>
      </w:r>
      <w:r w:rsidR="0089241C" w:rsidRPr="0089241C">
        <w:rPr>
          <w:szCs w:val="24"/>
        </w:rPr>
        <w:t>2502</w:t>
      </w:r>
      <w:r w:rsidR="0089241C">
        <w:rPr>
          <w:szCs w:val="24"/>
        </w:rPr>
        <w:t>,00</w:t>
      </w:r>
      <w:r w:rsidRPr="00A2289B">
        <w:rPr>
          <w:szCs w:val="24"/>
        </w:rPr>
        <w:t xml:space="preserve"> eurot</w:t>
      </w:r>
      <w:r w:rsidRPr="000B6AA3">
        <w:rPr>
          <w:szCs w:val="24"/>
        </w:rPr>
        <w:t>;</w:t>
      </w:r>
    </w:p>
    <w:p w14:paraId="2B1A464E" w14:textId="77777777" w:rsidR="004F77AF" w:rsidRPr="004F77AF" w:rsidRDefault="004F77AF" w:rsidP="004F77AF">
      <w:pPr>
        <w:ind w:left="1440"/>
        <w:jc w:val="both"/>
        <w:rPr>
          <w:szCs w:val="24"/>
        </w:rPr>
      </w:pPr>
    </w:p>
    <w:p w14:paraId="1B131EE6" w14:textId="1DAFCEDB" w:rsidR="0035293E" w:rsidRPr="00E951FD" w:rsidRDefault="00E951FD" w:rsidP="00E951FD">
      <w:pPr>
        <w:pStyle w:val="Loendilik"/>
        <w:numPr>
          <w:ilvl w:val="1"/>
          <w:numId w:val="6"/>
        </w:numPr>
        <w:jc w:val="both"/>
        <w:rPr>
          <w:szCs w:val="24"/>
        </w:rPr>
      </w:pPr>
      <w:r w:rsidRPr="00E951FD">
        <w:rPr>
          <w:szCs w:val="24"/>
        </w:rPr>
        <w:t>RMK kinnisvaraosakonna lõpetamata ehitiste objektid:</w:t>
      </w:r>
    </w:p>
    <w:p w14:paraId="0E6E0DD4" w14:textId="1DC5D82D" w:rsidR="00E951FD" w:rsidRDefault="00E951FD" w:rsidP="00E951FD">
      <w:pPr>
        <w:pStyle w:val="Loendilik"/>
        <w:numPr>
          <w:ilvl w:val="2"/>
          <w:numId w:val="6"/>
        </w:numPr>
        <w:jc w:val="both"/>
        <w:rPr>
          <w:szCs w:val="24"/>
        </w:rPr>
      </w:pPr>
      <w:bookmarkStart w:id="0" w:name="_Hlk184312618"/>
      <w:r w:rsidRPr="006A15B5">
        <w:rPr>
          <w:szCs w:val="24"/>
        </w:rPr>
        <w:t xml:space="preserve">Lõpetamata ehitiste objekt </w:t>
      </w:r>
      <w:r w:rsidR="003060E8" w:rsidRPr="003060E8">
        <w:rPr>
          <w:szCs w:val="24"/>
        </w:rPr>
        <w:t>KV48524 Tartu seemikuhoidla projekt</w:t>
      </w:r>
      <w:r>
        <w:rPr>
          <w:szCs w:val="24"/>
        </w:rPr>
        <w:t xml:space="preserve"> </w:t>
      </w:r>
      <w:r w:rsidRPr="006A15B5">
        <w:rPr>
          <w:szCs w:val="24"/>
        </w:rPr>
        <w:t xml:space="preserve">maksumus </w:t>
      </w:r>
      <w:r w:rsidR="00184B26" w:rsidRPr="00184B26">
        <w:rPr>
          <w:szCs w:val="24"/>
        </w:rPr>
        <w:t>141219,33</w:t>
      </w:r>
      <w:r w:rsidRPr="006A15B5">
        <w:rPr>
          <w:szCs w:val="24"/>
        </w:rPr>
        <w:t xml:space="preserve"> eurot</w:t>
      </w:r>
      <w:r>
        <w:rPr>
          <w:szCs w:val="24"/>
        </w:rPr>
        <w:t>;</w:t>
      </w:r>
    </w:p>
    <w:bookmarkEnd w:id="0"/>
    <w:p w14:paraId="6EC92A0C" w14:textId="39C61332" w:rsidR="00E951FD" w:rsidRDefault="00E951FD" w:rsidP="00E951FD">
      <w:pPr>
        <w:pStyle w:val="Loendilik"/>
        <w:numPr>
          <w:ilvl w:val="2"/>
          <w:numId w:val="6"/>
        </w:numPr>
        <w:rPr>
          <w:szCs w:val="24"/>
        </w:rPr>
      </w:pPr>
      <w:r w:rsidRPr="00E951FD">
        <w:rPr>
          <w:szCs w:val="24"/>
        </w:rPr>
        <w:t xml:space="preserve">Lõpetamata ehitiste objekt </w:t>
      </w:r>
      <w:r w:rsidR="00184B26" w:rsidRPr="00184B26">
        <w:rPr>
          <w:szCs w:val="24"/>
        </w:rPr>
        <w:t xml:space="preserve">KV5776H7 </w:t>
      </w:r>
      <w:proofErr w:type="spellStart"/>
      <w:r w:rsidR="00184B26" w:rsidRPr="00184B26">
        <w:rPr>
          <w:szCs w:val="24"/>
        </w:rPr>
        <w:t>Kullenga</w:t>
      </w:r>
      <w:proofErr w:type="spellEnd"/>
      <w:r w:rsidR="00184B26" w:rsidRPr="00184B26">
        <w:rPr>
          <w:szCs w:val="24"/>
        </w:rPr>
        <w:t xml:space="preserve"> käbikuivati projekt</w:t>
      </w:r>
      <w:r w:rsidR="00184B26">
        <w:rPr>
          <w:szCs w:val="24"/>
        </w:rPr>
        <w:t xml:space="preserve"> </w:t>
      </w:r>
      <w:r w:rsidRPr="00E951FD">
        <w:rPr>
          <w:szCs w:val="24"/>
        </w:rPr>
        <w:t xml:space="preserve">maksumus </w:t>
      </w:r>
      <w:r w:rsidR="00C7262E" w:rsidRPr="00C7262E">
        <w:rPr>
          <w:szCs w:val="24"/>
        </w:rPr>
        <w:t>122610</w:t>
      </w:r>
      <w:r w:rsidR="00A44671">
        <w:rPr>
          <w:szCs w:val="24"/>
        </w:rPr>
        <w:t>,00</w:t>
      </w:r>
      <w:r>
        <w:rPr>
          <w:szCs w:val="24"/>
        </w:rPr>
        <w:t xml:space="preserve"> </w:t>
      </w:r>
      <w:r w:rsidRPr="00E951FD">
        <w:rPr>
          <w:szCs w:val="24"/>
        </w:rPr>
        <w:t>eurot</w:t>
      </w:r>
      <w:r w:rsidR="00C7262E">
        <w:rPr>
          <w:szCs w:val="24"/>
        </w:rPr>
        <w:t>;</w:t>
      </w:r>
    </w:p>
    <w:p w14:paraId="0782164C" w14:textId="0A80158A" w:rsidR="00146DC6" w:rsidRPr="00E27F46" w:rsidRDefault="00C7262E" w:rsidP="00E27F46">
      <w:pPr>
        <w:pStyle w:val="Loendilik"/>
        <w:numPr>
          <w:ilvl w:val="2"/>
          <w:numId w:val="6"/>
        </w:numPr>
        <w:rPr>
          <w:szCs w:val="24"/>
        </w:rPr>
      </w:pPr>
      <w:r w:rsidRPr="00E951FD">
        <w:rPr>
          <w:szCs w:val="24"/>
        </w:rPr>
        <w:t xml:space="preserve">Lõpetamata ehitiste objekt </w:t>
      </w:r>
      <w:r w:rsidR="00A44671" w:rsidRPr="00A44671">
        <w:rPr>
          <w:szCs w:val="24"/>
        </w:rPr>
        <w:t xml:space="preserve">KV5736 Kabli külastuskeskus projekt </w:t>
      </w:r>
      <w:r w:rsidRPr="00E951FD">
        <w:rPr>
          <w:szCs w:val="24"/>
        </w:rPr>
        <w:t xml:space="preserve">maksumus </w:t>
      </w:r>
      <w:r w:rsidR="00E27F46" w:rsidRPr="00E27F46">
        <w:rPr>
          <w:szCs w:val="24"/>
        </w:rPr>
        <w:t>3000</w:t>
      </w:r>
      <w:r w:rsidR="00E27F46">
        <w:rPr>
          <w:szCs w:val="24"/>
        </w:rPr>
        <w:t>,00</w:t>
      </w:r>
      <w:r>
        <w:rPr>
          <w:szCs w:val="24"/>
        </w:rPr>
        <w:t xml:space="preserve"> </w:t>
      </w:r>
      <w:r w:rsidRPr="00E951FD">
        <w:rPr>
          <w:szCs w:val="24"/>
        </w:rPr>
        <w:t>eurot</w:t>
      </w:r>
      <w:r>
        <w:rPr>
          <w:szCs w:val="24"/>
        </w:rPr>
        <w:t>.</w:t>
      </w:r>
    </w:p>
    <w:p w14:paraId="0E01A886" w14:textId="77777777" w:rsidR="00146DC6" w:rsidRPr="00146DC6" w:rsidRDefault="00146DC6" w:rsidP="00BD7BF1">
      <w:pPr>
        <w:pStyle w:val="Loendilik"/>
        <w:ind w:left="2160"/>
        <w:rPr>
          <w:szCs w:val="24"/>
        </w:rPr>
      </w:pPr>
    </w:p>
    <w:p w14:paraId="1385AFBD" w14:textId="77777777" w:rsidR="00E951FD" w:rsidRPr="006A15B5" w:rsidRDefault="00E951FD" w:rsidP="00E951FD">
      <w:pPr>
        <w:pStyle w:val="Loendilik"/>
        <w:ind w:left="2160"/>
        <w:jc w:val="both"/>
        <w:rPr>
          <w:szCs w:val="24"/>
        </w:rPr>
      </w:pPr>
    </w:p>
    <w:p w14:paraId="1E830EF9" w14:textId="2177CA0D" w:rsidR="00232DE9" w:rsidRDefault="006E6530" w:rsidP="00232DE9">
      <w:pPr>
        <w:jc w:val="both"/>
        <w:rPr>
          <w:szCs w:val="24"/>
        </w:rPr>
      </w:pPr>
      <w:r>
        <w:rPr>
          <w:szCs w:val="24"/>
        </w:rPr>
        <w:t>2</w:t>
      </w:r>
      <w:r w:rsidR="00A9756C">
        <w:rPr>
          <w:szCs w:val="24"/>
        </w:rPr>
        <w:t xml:space="preserve">. </w:t>
      </w:r>
      <w:r w:rsidR="005369A1">
        <w:rPr>
          <w:szCs w:val="24"/>
        </w:rPr>
        <w:t>P</w:t>
      </w:r>
      <w:r w:rsidR="005369A1" w:rsidRPr="005369A1">
        <w:rPr>
          <w:szCs w:val="24"/>
        </w:rPr>
        <w:t>õhivara vanemraamatupidaja</w:t>
      </w:r>
      <w:r w:rsidR="00D001FA">
        <w:rPr>
          <w:szCs w:val="24"/>
        </w:rPr>
        <w:t>l</w:t>
      </w:r>
      <w:r w:rsidR="005369A1" w:rsidRPr="005369A1">
        <w:rPr>
          <w:szCs w:val="24"/>
        </w:rPr>
        <w:t xml:space="preserve"> koosta</w:t>
      </w:r>
      <w:r w:rsidR="00D001FA">
        <w:rPr>
          <w:szCs w:val="24"/>
        </w:rPr>
        <w:t>da</w:t>
      </w:r>
      <w:r w:rsidR="005369A1" w:rsidRPr="005369A1">
        <w:rPr>
          <w:szCs w:val="24"/>
        </w:rPr>
        <w:t xml:space="preserve"> juhatuse otsuse alusel mahakandmise akti</w:t>
      </w:r>
      <w:r w:rsidR="005369A1">
        <w:rPr>
          <w:szCs w:val="24"/>
        </w:rPr>
        <w:t>d,</w:t>
      </w:r>
      <w:r w:rsidR="005369A1" w:rsidRPr="005369A1">
        <w:rPr>
          <w:szCs w:val="24"/>
        </w:rPr>
        <w:t xml:space="preserve"> salvesta</w:t>
      </w:r>
      <w:r w:rsidR="00D001FA">
        <w:rPr>
          <w:szCs w:val="24"/>
        </w:rPr>
        <w:t>da</w:t>
      </w:r>
      <w:r w:rsidR="005369A1">
        <w:rPr>
          <w:szCs w:val="24"/>
        </w:rPr>
        <w:t xml:space="preserve"> </w:t>
      </w:r>
      <w:r w:rsidR="005369A1" w:rsidRPr="005369A1">
        <w:rPr>
          <w:szCs w:val="24"/>
        </w:rPr>
        <w:t>akt</w:t>
      </w:r>
      <w:r w:rsidR="005369A1">
        <w:rPr>
          <w:szCs w:val="24"/>
        </w:rPr>
        <w:t>id</w:t>
      </w:r>
      <w:r w:rsidR="005369A1" w:rsidRPr="005369A1">
        <w:rPr>
          <w:szCs w:val="24"/>
        </w:rPr>
        <w:t xml:space="preserve"> DHS-i ja </w:t>
      </w:r>
      <w:r w:rsidR="005369A1">
        <w:rPr>
          <w:szCs w:val="24"/>
        </w:rPr>
        <w:t>suuna</w:t>
      </w:r>
      <w:r w:rsidR="00D001FA">
        <w:rPr>
          <w:szCs w:val="24"/>
        </w:rPr>
        <w:t>ta</w:t>
      </w:r>
      <w:r w:rsidR="005369A1" w:rsidRPr="005369A1">
        <w:rPr>
          <w:szCs w:val="24"/>
        </w:rPr>
        <w:t xml:space="preserve"> </w:t>
      </w:r>
      <w:r w:rsidR="007E60FB">
        <w:rPr>
          <w:szCs w:val="24"/>
        </w:rPr>
        <w:t>sealt</w:t>
      </w:r>
      <w:r w:rsidR="005369A1">
        <w:rPr>
          <w:szCs w:val="24"/>
        </w:rPr>
        <w:t xml:space="preserve"> kinnitamiseks</w:t>
      </w:r>
      <w:r w:rsidR="005369A1" w:rsidRPr="005369A1">
        <w:rPr>
          <w:szCs w:val="24"/>
        </w:rPr>
        <w:t xml:space="preserve"> </w:t>
      </w:r>
      <w:r w:rsidR="00094025" w:rsidRPr="00094025">
        <w:rPr>
          <w:szCs w:val="24"/>
        </w:rPr>
        <w:t>RMK</w:t>
      </w:r>
      <w:r w:rsidR="00BE6F52">
        <w:rPr>
          <w:szCs w:val="24"/>
        </w:rPr>
        <w:t xml:space="preserve"> </w:t>
      </w:r>
      <w:r w:rsidR="00607331" w:rsidRPr="00A2289B">
        <w:rPr>
          <w:szCs w:val="24"/>
        </w:rPr>
        <w:t>metsa</w:t>
      </w:r>
      <w:r>
        <w:rPr>
          <w:szCs w:val="24"/>
        </w:rPr>
        <w:t>taristu</w:t>
      </w:r>
      <w:r w:rsidR="00B4533F">
        <w:rPr>
          <w:szCs w:val="24"/>
        </w:rPr>
        <w:t xml:space="preserve"> </w:t>
      </w:r>
      <w:r w:rsidR="00607331" w:rsidRPr="00A2289B">
        <w:rPr>
          <w:szCs w:val="24"/>
        </w:rPr>
        <w:t>osakonna</w:t>
      </w:r>
      <w:r w:rsidR="00C52AC9">
        <w:rPr>
          <w:szCs w:val="24"/>
        </w:rPr>
        <w:t xml:space="preserve"> ja</w:t>
      </w:r>
      <w:r w:rsidR="00472F82">
        <w:rPr>
          <w:szCs w:val="24"/>
        </w:rPr>
        <w:t xml:space="preserve"> </w:t>
      </w:r>
      <w:r w:rsidR="00472F82" w:rsidRPr="00E951FD">
        <w:rPr>
          <w:szCs w:val="24"/>
        </w:rPr>
        <w:t>kinnisvaraosakonna</w:t>
      </w:r>
      <w:r w:rsidR="00D001FA">
        <w:rPr>
          <w:szCs w:val="24"/>
        </w:rPr>
        <w:t xml:space="preserve"> </w:t>
      </w:r>
      <w:r w:rsidR="00E23AFB">
        <w:rPr>
          <w:szCs w:val="24"/>
        </w:rPr>
        <w:t>juhatajatele</w:t>
      </w:r>
      <w:r w:rsidR="00232DE9">
        <w:rPr>
          <w:szCs w:val="24"/>
        </w:rPr>
        <w:t>.</w:t>
      </w:r>
    </w:p>
    <w:p w14:paraId="24E233DC" w14:textId="6D42E4D9" w:rsidR="00D0461A" w:rsidRDefault="00D0461A" w:rsidP="00A94BF6">
      <w:pPr>
        <w:jc w:val="both"/>
        <w:rPr>
          <w:szCs w:val="24"/>
        </w:rPr>
      </w:pPr>
    </w:p>
    <w:p w14:paraId="14EC4AC1" w14:textId="77777777" w:rsidR="004D2F95" w:rsidRPr="009F4F72" w:rsidRDefault="004D2F95" w:rsidP="00530AE7">
      <w:pPr>
        <w:jc w:val="both"/>
        <w:rPr>
          <w:szCs w:val="24"/>
        </w:rPr>
      </w:pPr>
    </w:p>
    <w:p w14:paraId="47FC7AB2" w14:textId="77777777" w:rsidR="004D2F95" w:rsidRPr="009F4F72" w:rsidRDefault="00A94BF6" w:rsidP="00530A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3BFBDB6D" w14:textId="77777777" w:rsidR="004D2F95" w:rsidRPr="009F4F72" w:rsidRDefault="004D2F95" w:rsidP="00530AE7">
      <w:pPr>
        <w:jc w:val="both"/>
        <w:rPr>
          <w:szCs w:val="24"/>
        </w:rPr>
      </w:pPr>
    </w:p>
    <w:p w14:paraId="481DB97E" w14:textId="77777777" w:rsidR="00536EE5" w:rsidRPr="009F4F72" w:rsidRDefault="00536EE5" w:rsidP="00530AE7">
      <w:pPr>
        <w:jc w:val="both"/>
        <w:rPr>
          <w:szCs w:val="24"/>
        </w:rPr>
      </w:pPr>
    </w:p>
    <w:p w14:paraId="3761E8E5" w14:textId="77777777" w:rsidR="00530AE7" w:rsidRPr="009F4F72" w:rsidRDefault="00BE6F52" w:rsidP="00530AE7">
      <w:pPr>
        <w:jc w:val="both"/>
        <w:rPr>
          <w:szCs w:val="24"/>
        </w:rPr>
      </w:pPr>
      <w:r>
        <w:rPr>
          <w:szCs w:val="24"/>
        </w:rPr>
        <w:t>Mikk</w:t>
      </w:r>
      <w:r w:rsidR="00530AE7" w:rsidRPr="009F4F72">
        <w:rPr>
          <w:szCs w:val="24"/>
        </w:rPr>
        <w:t xml:space="preserve"> </w:t>
      </w:r>
      <w:r>
        <w:rPr>
          <w:szCs w:val="24"/>
        </w:rPr>
        <w:t>Marran</w:t>
      </w:r>
    </w:p>
    <w:p w14:paraId="42307607" w14:textId="77777777" w:rsidR="004D2F95" w:rsidRPr="009F4F72" w:rsidRDefault="00530AE7" w:rsidP="00530AE7">
      <w:pPr>
        <w:jc w:val="both"/>
        <w:rPr>
          <w:szCs w:val="24"/>
        </w:rPr>
      </w:pPr>
      <w:r w:rsidRPr="009F4F72">
        <w:rPr>
          <w:szCs w:val="24"/>
        </w:rPr>
        <w:t xml:space="preserve">Juhatuse esimees </w:t>
      </w:r>
    </w:p>
    <w:p w14:paraId="582CC667" w14:textId="77777777" w:rsidR="00530AE7" w:rsidRDefault="00530AE7" w:rsidP="00530AE7">
      <w:pPr>
        <w:jc w:val="both"/>
        <w:rPr>
          <w:szCs w:val="24"/>
        </w:rPr>
      </w:pPr>
    </w:p>
    <w:p w14:paraId="48C451C8" w14:textId="77777777" w:rsidR="00A94BF6" w:rsidRPr="009F4F72" w:rsidRDefault="00A94BF6" w:rsidP="00530AE7">
      <w:pPr>
        <w:jc w:val="both"/>
        <w:rPr>
          <w:szCs w:val="24"/>
        </w:rPr>
      </w:pPr>
    </w:p>
    <w:p w14:paraId="2E8242DE" w14:textId="072061E1" w:rsidR="00530AE7" w:rsidRPr="009F4F72" w:rsidRDefault="00530AE7" w:rsidP="002E4259">
      <w:pPr>
        <w:jc w:val="both"/>
        <w:rPr>
          <w:szCs w:val="24"/>
        </w:rPr>
      </w:pPr>
      <w:r w:rsidRPr="009F4F72">
        <w:rPr>
          <w:szCs w:val="24"/>
        </w:rPr>
        <w:t xml:space="preserve">Jaotuskava: </w:t>
      </w:r>
      <w:r w:rsidR="00043A74">
        <w:rPr>
          <w:szCs w:val="24"/>
        </w:rPr>
        <w:t>finants</w:t>
      </w:r>
      <w:r w:rsidR="004C53C4" w:rsidRPr="009F4F72">
        <w:rPr>
          <w:szCs w:val="24"/>
        </w:rPr>
        <w:t xml:space="preserve">osakond, </w:t>
      </w:r>
      <w:r w:rsidR="00F36A35" w:rsidRPr="00A2289B">
        <w:rPr>
          <w:szCs w:val="24"/>
        </w:rPr>
        <w:t>metsa</w:t>
      </w:r>
      <w:r w:rsidR="00472F82">
        <w:rPr>
          <w:szCs w:val="24"/>
        </w:rPr>
        <w:t>taristu</w:t>
      </w:r>
      <w:r w:rsidR="00B4533F">
        <w:rPr>
          <w:szCs w:val="24"/>
        </w:rPr>
        <w:t xml:space="preserve"> </w:t>
      </w:r>
      <w:r w:rsidR="00F36A35" w:rsidRPr="00A2289B">
        <w:rPr>
          <w:szCs w:val="24"/>
        </w:rPr>
        <w:t>osakon</w:t>
      </w:r>
      <w:r w:rsidR="00F36A35">
        <w:rPr>
          <w:szCs w:val="24"/>
        </w:rPr>
        <w:t>d</w:t>
      </w:r>
      <w:r w:rsidR="00DA2BAF">
        <w:rPr>
          <w:szCs w:val="24"/>
        </w:rPr>
        <w:t xml:space="preserve"> ja</w:t>
      </w:r>
      <w:r w:rsidR="00472F82">
        <w:rPr>
          <w:szCs w:val="24"/>
        </w:rPr>
        <w:t xml:space="preserve"> </w:t>
      </w:r>
      <w:r w:rsidR="00472F82" w:rsidRPr="00E951FD">
        <w:rPr>
          <w:szCs w:val="24"/>
        </w:rPr>
        <w:t>kinnisvaraosakon</w:t>
      </w:r>
      <w:r w:rsidR="00472F82">
        <w:rPr>
          <w:szCs w:val="24"/>
        </w:rPr>
        <w:t>d</w:t>
      </w:r>
      <w:r w:rsidR="005E4FE3">
        <w:rPr>
          <w:szCs w:val="24"/>
        </w:rPr>
        <w:t>.</w:t>
      </w:r>
    </w:p>
    <w:p w14:paraId="564C16FD" w14:textId="77777777" w:rsidR="004D2F95" w:rsidRDefault="004D2F95" w:rsidP="00530AE7">
      <w:pPr>
        <w:rPr>
          <w:szCs w:val="24"/>
        </w:rPr>
      </w:pPr>
    </w:p>
    <w:p w14:paraId="401AC7AB" w14:textId="77777777" w:rsidR="00A94BF6" w:rsidRPr="009F4F72" w:rsidRDefault="00A94BF6" w:rsidP="00530AE7">
      <w:pPr>
        <w:rPr>
          <w:szCs w:val="24"/>
        </w:rPr>
      </w:pPr>
    </w:p>
    <w:p w14:paraId="5E6ACA34" w14:textId="77777777" w:rsidR="00530AE7" w:rsidRPr="009F4F72" w:rsidRDefault="00530AE7" w:rsidP="00530AE7">
      <w:pPr>
        <w:rPr>
          <w:szCs w:val="24"/>
        </w:rPr>
      </w:pPr>
      <w:r w:rsidRPr="009F4F72">
        <w:rPr>
          <w:szCs w:val="24"/>
        </w:rPr>
        <w:t>Valentina Saar</w:t>
      </w:r>
    </w:p>
    <w:p w14:paraId="41DC19FD" w14:textId="72D3C917" w:rsidR="00530AE7" w:rsidRPr="009F4F72" w:rsidRDefault="00530AE7" w:rsidP="00530AE7">
      <w:pPr>
        <w:rPr>
          <w:szCs w:val="24"/>
        </w:rPr>
      </w:pPr>
      <w:r w:rsidRPr="009F4F72">
        <w:rPr>
          <w:szCs w:val="24"/>
        </w:rPr>
        <w:t>raamatupidaja</w:t>
      </w:r>
    </w:p>
    <w:p w14:paraId="33DDC45F" w14:textId="0E0F338B" w:rsidR="0062074C" w:rsidRDefault="00472F82" w:rsidP="00530AE7">
      <w:r>
        <w:t>0</w:t>
      </w:r>
      <w:r w:rsidR="005E4FE3">
        <w:t>5</w:t>
      </w:r>
      <w:r w:rsidR="00530AE7">
        <w:t>.</w:t>
      </w:r>
      <w:r w:rsidR="002E4259">
        <w:t>1</w:t>
      </w:r>
      <w:r w:rsidR="009402C1">
        <w:t>2</w:t>
      </w:r>
      <w:r w:rsidR="004C53C4">
        <w:t>.</w:t>
      </w:r>
      <w:r w:rsidR="00530AE7">
        <w:t>20</w:t>
      </w:r>
      <w:r w:rsidR="00D0461A">
        <w:t>2</w:t>
      </w:r>
      <w:r w:rsidR="005E4FE3">
        <w:t>5</w:t>
      </w:r>
    </w:p>
    <w:sectPr w:rsidR="0062074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E4542" w14:textId="77777777" w:rsidR="00B5756F" w:rsidRDefault="00B5756F">
      <w:r>
        <w:separator/>
      </w:r>
    </w:p>
  </w:endnote>
  <w:endnote w:type="continuationSeparator" w:id="0">
    <w:p w14:paraId="0D068045" w14:textId="77777777" w:rsidR="00B5756F" w:rsidRDefault="00B5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2C4E3" w14:textId="77777777" w:rsidR="00EE082F" w:rsidRDefault="00EE082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09B4D" w14:textId="77777777" w:rsidR="00EE082F" w:rsidRDefault="00EE082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72D85" w14:textId="77777777" w:rsidR="00EE082F" w:rsidRDefault="00EE082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BC9C7" w14:textId="77777777" w:rsidR="00B5756F" w:rsidRDefault="00B5756F">
      <w:r>
        <w:separator/>
      </w:r>
    </w:p>
  </w:footnote>
  <w:footnote w:type="continuationSeparator" w:id="0">
    <w:p w14:paraId="2C1F2DCA" w14:textId="77777777" w:rsidR="00B5756F" w:rsidRDefault="00B57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C0FF" w14:textId="2E79AF70" w:rsidR="00EE082F" w:rsidRDefault="00EE082F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16F02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73E1" w14:textId="77777777" w:rsidR="00EE082F" w:rsidRDefault="00EE082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44C8" w14:textId="77777777" w:rsidR="00EE082F" w:rsidRDefault="00EE082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E46C51"/>
    <w:multiLevelType w:val="multilevel"/>
    <w:tmpl w:val="7D4A1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A9061D3"/>
    <w:multiLevelType w:val="multilevel"/>
    <w:tmpl w:val="6876D8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67086029"/>
    <w:multiLevelType w:val="multilevel"/>
    <w:tmpl w:val="B4DA93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8D2114C"/>
    <w:multiLevelType w:val="multilevel"/>
    <w:tmpl w:val="6EB6DEA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28166276">
    <w:abstractNumId w:val="0"/>
  </w:num>
  <w:num w:numId="2" w16cid:durableId="2021538212">
    <w:abstractNumId w:val="3"/>
  </w:num>
  <w:num w:numId="3" w16cid:durableId="1039281257">
    <w:abstractNumId w:val="1"/>
  </w:num>
  <w:num w:numId="4" w16cid:durableId="925725887">
    <w:abstractNumId w:val="5"/>
  </w:num>
  <w:num w:numId="5" w16cid:durableId="922841506">
    <w:abstractNumId w:val="2"/>
  </w:num>
  <w:num w:numId="6" w16cid:durableId="1597135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F"/>
    <w:rsid w:val="000017D7"/>
    <w:rsid w:val="00003BE1"/>
    <w:rsid w:val="00027A10"/>
    <w:rsid w:val="000309D4"/>
    <w:rsid w:val="00034455"/>
    <w:rsid w:val="00034D96"/>
    <w:rsid w:val="00035229"/>
    <w:rsid w:val="000360A9"/>
    <w:rsid w:val="000433EF"/>
    <w:rsid w:val="00043A74"/>
    <w:rsid w:val="000531EC"/>
    <w:rsid w:val="0005341A"/>
    <w:rsid w:val="000676B3"/>
    <w:rsid w:val="00075C0B"/>
    <w:rsid w:val="00075C63"/>
    <w:rsid w:val="000765F8"/>
    <w:rsid w:val="000807C0"/>
    <w:rsid w:val="00080FD7"/>
    <w:rsid w:val="00092C7A"/>
    <w:rsid w:val="00094025"/>
    <w:rsid w:val="00096B26"/>
    <w:rsid w:val="000B5257"/>
    <w:rsid w:val="000B67CC"/>
    <w:rsid w:val="000B6AA3"/>
    <w:rsid w:val="000C1F94"/>
    <w:rsid w:val="000C50E3"/>
    <w:rsid w:val="000C5300"/>
    <w:rsid w:val="000E50B8"/>
    <w:rsid w:val="000F307F"/>
    <w:rsid w:val="000F3CAA"/>
    <w:rsid w:val="00101DE9"/>
    <w:rsid w:val="00101F00"/>
    <w:rsid w:val="00114A2A"/>
    <w:rsid w:val="00125C2E"/>
    <w:rsid w:val="00136599"/>
    <w:rsid w:val="0014677E"/>
    <w:rsid w:val="00146DC6"/>
    <w:rsid w:val="00146DCD"/>
    <w:rsid w:val="00160D71"/>
    <w:rsid w:val="001625A5"/>
    <w:rsid w:val="00184B26"/>
    <w:rsid w:val="00184E1F"/>
    <w:rsid w:val="001A5052"/>
    <w:rsid w:val="001A53AB"/>
    <w:rsid w:val="001A59D0"/>
    <w:rsid w:val="001A7072"/>
    <w:rsid w:val="001B06D3"/>
    <w:rsid w:val="001B0E30"/>
    <w:rsid w:val="001C0F5C"/>
    <w:rsid w:val="001C13EA"/>
    <w:rsid w:val="001C2AEB"/>
    <w:rsid w:val="001D010B"/>
    <w:rsid w:val="001D06C4"/>
    <w:rsid w:val="001D4A87"/>
    <w:rsid w:val="001E318C"/>
    <w:rsid w:val="001E3D9C"/>
    <w:rsid w:val="001F4F54"/>
    <w:rsid w:val="002103B1"/>
    <w:rsid w:val="002110D0"/>
    <w:rsid w:val="00217DB9"/>
    <w:rsid w:val="002229F0"/>
    <w:rsid w:val="00232DE9"/>
    <w:rsid w:val="002340EE"/>
    <w:rsid w:val="0023513D"/>
    <w:rsid w:val="0024042B"/>
    <w:rsid w:val="00245E96"/>
    <w:rsid w:val="002560C2"/>
    <w:rsid w:val="00262394"/>
    <w:rsid w:val="00266693"/>
    <w:rsid w:val="00266795"/>
    <w:rsid w:val="00270D45"/>
    <w:rsid w:val="002717C0"/>
    <w:rsid w:val="00272178"/>
    <w:rsid w:val="0029212E"/>
    <w:rsid w:val="00295F39"/>
    <w:rsid w:val="002A5B93"/>
    <w:rsid w:val="002B006C"/>
    <w:rsid w:val="002B41B3"/>
    <w:rsid w:val="002B44A9"/>
    <w:rsid w:val="002B4725"/>
    <w:rsid w:val="002B676D"/>
    <w:rsid w:val="002B6E34"/>
    <w:rsid w:val="002C63B8"/>
    <w:rsid w:val="002D12D3"/>
    <w:rsid w:val="002D23FC"/>
    <w:rsid w:val="002D50D3"/>
    <w:rsid w:val="002D5E82"/>
    <w:rsid w:val="002D6FD6"/>
    <w:rsid w:val="002E4259"/>
    <w:rsid w:val="002E4481"/>
    <w:rsid w:val="00301BF1"/>
    <w:rsid w:val="00301FCD"/>
    <w:rsid w:val="0030513B"/>
    <w:rsid w:val="003060E8"/>
    <w:rsid w:val="00311A82"/>
    <w:rsid w:val="003163B3"/>
    <w:rsid w:val="0031684C"/>
    <w:rsid w:val="003169A3"/>
    <w:rsid w:val="00320850"/>
    <w:rsid w:val="003238DD"/>
    <w:rsid w:val="00325CD2"/>
    <w:rsid w:val="00332980"/>
    <w:rsid w:val="00342904"/>
    <w:rsid w:val="003526D2"/>
    <w:rsid w:val="0035293E"/>
    <w:rsid w:val="00364A1F"/>
    <w:rsid w:val="00364E60"/>
    <w:rsid w:val="003741D3"/>
    <w:rsid w:val="00376BEB"/>
    <w:rsid w:val="00381DB9"/>
    <w:rsid w:val="00383FED"/>
    <w:rsid w:val="0038610B"/>
    <w:rsid w:val="00393CB0"/>
    <w:rsid w:val="003946E8"/>
    <w:rsid w:val="00397E93"/>
    <w:rsid w:val="003A21CE"/>
    <w:rsid w:val="003A4427"/>
    <w:rsid w:val="003B2810"/>
    <w:rsid w:val="003B3188"/>
    <w:rsid w:val="003D3032"/>
    <w:rsid w:val="003E292A"/>
    <w:rsid w:val="003E6DDB"/>
    <w:rsid w:val="003F14C2"/>
    <w:rsid w:val="0040067E"/>
    <w:rsid w:val="00400E26"/>
    <w:rsid w:val="00405B44"/>
    <w:rsid w:val="00407BF1"/>
    <w:rsid w:val="00417ECD"/>
    <w:rsid w:val="004233B2"/>
    <w:rsid w:val="00427F36"/>
    <w:rsid w:val="00432FD8"/>
    <w:rsid w:val="0043643A"/>
    <w:rsid w:val="004419ED"/>
    <w:rsid w:val="00443B5C"/>
    <w:rsid w:val="00444638"/>
    <w:rsid w:val="00454D19"/>
    <w:rsid w:val="00472F82"/>
    <w:rsid w:val="0047350E"/>
    <w:rsid w:val="00474995"/>
    <w:rsid w:val="00476673"/>
    <w:rsid w:val="00481C28"/>
    <w:rsid w:val="004842C6"/>
    <w:rsid w:val="00486226"/>
    <w:rsid w:val="00491477"/>
    <w:rsid w:val="004919B2"/>
    <w:rsid w:val="004A4299"/>
    <w:rsid w:val="004A5DAC"/>
    <w:rsid w:val="004A6C0F"/>
    <w:rsid w:val="004B2092"/>
    <w:rsid w:val="004B41F9"/>
    <w:rsid w:val="004B5808"/>
    <w:rsid w:val="004B771D"/>
    <w:rsid w:val="004C1BAA"/>
    <w:rsid w:val="004C2E26"/>
    <w:rsid w:val="004C53C4"/>
    <w:rsid w:val="004D2F95"/>
    <w:rsid w:val="004D4318"/>
    <w:rsid w:val="004D699F"/>
    <w:rsid w:val="004E3863"/>
    <w:rsid w:val="004F77AF"/>
    <w:rsid w:val="00516525"/>
    <w:rsid w:val="005168D6"/>
    <w:rsid w:val="00520F46"/>
    <w:rsid w:val="00526D75"/>
    <w:rsid w:val="00530086"/>
    <w:rsid w:val="00530AE7"/>
    <w:rsid w:val="00532A73"/>
    <w:rsid w:val="005369A1"/>
    <w:rsid w:val="00536EE5"/>
    <w:rsid w:val="00542625"/>
    <w:rsid w:val="005570B9"/>
    <w:rsid w:val="005606EF"/>
    <w:rsid w:val="00566309"/>
    <w:rsid w:val="005675FA"/>
    <w:rsid w:val="00580454"/>
    <w:rsid w:val="00580914"/>
    <w:rsid w:val="005828A2"/>
    <w:rsid w:val="00583351"/>
    <w:rsid w:val="0059779E"/>
    <w:rsid w:val="005B0CB6"/>
    <w:rsid w:val="005C18E2"/>
    <w:rsid w:val="005C1B10"/>
    <w:rsid w:val="005C209F"/>
    <w:rsid w:val="005D443D"/>
    <w:rsid w:val="005E4FE3"/>
    <w:rsid w:val="005F45B1"/>
    <w:rsid w:val="005F4600"/>
    <w:rsid w:val="005F6216"/>
    <w:rsid w:val="00600EAD"/>
    <w:rsid w:val="00601625"/>
    <w:rsid w:val="00601FA6"/>
    <w:rsid w:val="0060357A"/>
    <w:rsid w:val="00603B3F"/>
    <w:rsid w:val="0060647B"/>
    <w:rsid w:val="006068F2"/>
    <w:rsid w:val="00606E3E"/>
    <w:rsid w:val="00607331"/>
    <w:rsid w:val="00610F29"/>
    <w:rsid w:val="00614891"/>
    <w:rsid w:val="00615573"/>
    <w:rsid w:val="0062074C"/>
    <w:rsid w:val="00623B5D"/>
    <w:rsid w:val="00623FD5"/>
    <w:rsid w:val="006376E1"/>
    <w:rsid w:val="00640730"/>
    <w:rsid w:val="0064128A"/>
    <w:rsid w:val="00641764"/>
    <w:rsid w:val="00641B8C"/>
    <w:rsid w:val="006451B3"/>
    <w:rsid w:val="00645BF1"/>
    <w:rsid w:val="00654EE2"/>
    <w:rsid w:val="00655749"/>
    <w:rsid w:val="006602D1"/>
    <w:rsid w:val="0066611D"/>
    <w:rsid w:val="006840B6"/>
    <w:rsid w:val="006848D3"/>
    <w:rsid w:val="00684DAE"/>
    <w:rsid w:val="00687FBE"/>
    <w:rsid w:val="006A15B5"/>
    <w:rsid w:val="006A2958"/>
    <w:rsid w:val="006A4E9C"/>
    <w:rsid w:val="006A6CF9"/>
    <w:rsid w:val="006B4C84"/>
    <w:rsid w:val="006C1854"/>
    <w:rsid w:val="006D5C67"/>
    <w:rsid w:val="006E6530"/>
    <w:rsid w:val="006F7106"/>
    <w:rsid w:val="00700248"/>
    <w:rsid w:val="0070510F"/>
    <w:rsid w:val="00714807"/>
    <w:rsid w:val="00716CB6"/>
    <w:rsid w:val="00741647"/>
    <w:rsid w:val="007422B6"/>
    <w:rsid w:val="00745AC8"/>
    <w:rsid w:val="00751FD8"/>
    <w:rsid w:val="0076155B"/>
    <w:rsid w:val="00764CDB"/>
    <w:rsid w:val="00771A36"/>
    <w:rsid w:val="007768DC"/>
    <w:rsid w:val="00791209"/>
    <w:rsid w:val="00791510"/>
    <w:rsid w:val="00795C5D"/>
    <w:rsid w:val="007B0155"/>
    <w:rsid w:val="007B7026"/>
    <w:rsid w:val="007B7139"/>
    <w:rsid w:val="007D22E2"/>
    <w:rsid w:val="007D3953"/>
    <w:rsid w:val="007E4ACA"/>
    <w:rsid w:val="007E60FB"/>
    <w:rsid w:val="007F0DFA"/>
    <w:rsid w:val="007F5EDA"/>
    <w:rsid w:val="00805FE3"/>
    <w:rsid w:val="00807A8C"/>
    <w:rsid w:val="0081175F"/>
    <w:rsid w:val="008142E0"/>
    <w:rsid w:val="00817887"/>
    <w:rsid w:val="0082081C"/>
    <w:rsid w:val="00820E42"/>
    <w:rsid w:val="00821FAC"/>
    <w:rsid w:val="00837C66"/>
    <w:rsid w:val="00844AA8"/>
    <w:rsid w:val="00853A1E"/>
    <w:rsid w:val="00856BEE"/>
    <w:rsid w:val="00860627"/>
    <w:rsid w:val="00866C4B"/>
    <w:rsid w:val="00871234"/>
    <w:rsid w:val="00874C7D"/>
    <w:rsid w:val="0087713D"/>
    <w:rsid w:val="00882C85"/>
    <w:rsid w:val="0088418A"/>
    <w:rsid w:val="008857D3"/>
    <w:rsid w:val="00887B65"/>
    <w:rsid w:val="0089241C"/>
    <w:rsid w:val="00893F59"/>
    <w:rsid w:val="00895C39"/>
    <w:rsid w:val="008C01F9"/>
    <w:rsid w:val="008C3631"/>
    <w:rsid w:val="008C36E6"/>
    <w:rsid w:val="008C4723"/>
    <w:rsid w:val="008C5CBF"/>
    <w:rsid w:val="008D1A69"/>
    <w:rsid w:val="008E26ED"/>
    <w:rsid w:val="00901020"/>
    <w:rsid w:val="009075D0"/>
    <w:rsid w:val="00914F53"/>
    <w:rsid w:val="00915FD7"/>
    <w:rsid w:val="0092064D"/>
    <w:rsid w:val="00932AA8"/>
    <w:rsid w:val="00935E53"/>
    <w:rsid w:val="009402C1"/>
    <w:rsid w:val="00945819"/>
    <w:rsid w:val="009502CE"/>
    <w:rsid w:val="00955104"/>
    <w:rsid w:val="0096293F"/>
    <w:rsid w:val="00963520"/>
    <w:rsid w:val="00964A98"/>
    <w:rsid w:val="00965C1A"/>
    <w:rsid w:val="0097098C"/>
    <w:rsid w:val="00971087"/>
    <w:rsid w:val="00977EF1"/>
    <w:rsid w:val="009922AF"/>
    <w:rsid w:val="009A5C34"/>
    <w:rsid w:val="009C2F3E"/>
    <w:rsid w:val="009E0194"/>
    <w:rsid w:val="009E280B"/>
    <w:rsid w:val="009E614B"/>
    <w:rsid w:val="009F4EB7"/>
    <w:rsid w:val="009F4F72"/>
    <w:rsid w:val="009F68A9"/>
    <w:rsid w:val="00A02598"/>
    <w:rsid w:val="00A078BA"/>
    <w:rsid w:val="00A2289B"/>
    <w:rsid w:val="00A36237"/>
    <w:rsid w:val="00A40A18"/>
    <w:rsid w:val="00A40E12"/>
    <w:rsid w:val="00A410CD"/>
    <w:rsid w:val="00A41998"/>
    <w:rsid w:val="00A42A8C"/>
    <w:rsid w:val="00A43514"/>
    <w:rsid w:val="00A44671"/>
    <w:rsid w:val="00A46F3C"/>
    <w:rsid w:val="00A57776"/>
    <w:rsid w:val="00A617AD"/>
    <w:rsid w:val="00A64AC8"/>
    <w:rsid w:val="00A657B5"/>
    <w:rsid w:val="00A6789E"/>
    <w:rsid w:val="00A738F8"/>
    <w:rsid w:val="00A810D5"/>
    <w:rsid w:val="00A90A36"/>
    <w:rsid w:val="00A94BF6"/>
    <w:rsid w:val="00A967DC"/>
    <w:rsid w:val="00A96F76"/>
    <w:rsid w:val="00A9756C"/>
    <w:rsid w:val="00AA5FD4"/>
    <w:rsid w:val="00AA69F8"/>
    <w:rsid w:val="00AB0142"/>
    <w:rsid w:val="00AB16C7"/>
    <w:rsid w:val="00AB1C6C"/>
    <w:rsid w:val="00AB7746"/>
    <w:rsid w:val="00AC067F"/>
    <w:rsid w:val="00AC1E85"/>
    <w:rsid w:val="00AD0C6A"/>
    <w:rsid w:val="00AD7021"/>
    <w:rsid w:val="00AD7933"/>
    <w:rsid w:val="00AE02D0"/>
    <w:rsid w:val="00AE49D6"/>
    <w:rsid w:val="00AF2D52"/>
    <w:rsid w:val="00AF44E7"/>
    <w:rsid w:val="00B06858"/>
    <w:rsid w:val="00B11510"/>
    <w:rsid w:val="00B11819"/>
    <w:rsid w:val="00B136A4"/>
    <w:rsid w:val="00B16F02"/>
    <w:rsid w:val="00B17D7B"/>
    <w:rsid w:val="00B2307E"/>
    <w:rsid w:val="00B27492"/>
    <w:rsid w:val="00B343FF"/>
    <w:rsid w:val="00B352DB"/>
    <w:rsid w:val="00B427D7"/>
    <w:rsid w:val="00B42F78"/>
    <w:rsid w:val="00B4533F"/>
    <w:rsid w:val="00B5593F"/>
    <w:rsid w:val="00B5756F"/>
    <w:rsid w:val="00B57A1D"/>
    <w:rsid w:val="00B57E84"/>
    <w:rsid w:val="00B612B2"/>
    <w:rsid w:val="00B62C2E"/>
    <w:rsid w:val="00B638E7"/>
    <w:rsid w:val="00B6458F"/>
    <w:rsid w:val="00B7145B"/>
    <w:rsid w:val="00B72BC0"/>
    <w:rsid w:val="00B730D5"/>
    <w:rsid w:val="00B75BC4"/>
    <w:rsid w:val="00B80FE0"/>
    <w:rsid w:val="00B81A3C"/>
    <w:rsid w:val="00B8252E"/>
    <w:rsid w:val="00B82A70"/>
    <w:rsid w:val="00B90779"/>
    <w:rsid w:val="00BB069D"/>
    <w:rsid w:val="00BB2FB7"/>
    <w:rsid w:val="00BC1606"/>
    <w:rsid w:val="00BD27C5"/>
    <w:rsid w:val="00BD7BF1"/>
    <w:rsid w:val="00BE6F52"/>
    <w:rsid w:val="00BF5C60"/>
    <w:rsid w:val="00C02C69"/>
    <w:rsid w:val="00C041C4"/>
    <w:rsid w:val="00C104FB"/>
    <w:rsid w:val="00C1336F"/>
    <w:rsid w:val="00C156F0"/>
    <w:rsid w:val="00C20147"/>
    <w:rsid w:val="00C20AD1"/>
    <w:rsid w:val="00C24DC2"/>
    <w:rsid w:val="00C26123"/>
    <w:rsid w:val="00C3230F"/>
    <w:rsid w:val="00C430DB"/>
    <w:rsid w:val="00C4391C"/>
    <w:rsid w:val="00C52589"/>
    <w:rsid w:val="00C52AC9"/>
    <w:rsid w:val="00C617BA"/>
    <w:rsid w:val="00C66C3F"/>
    <w:rsid w:val="00C7262E"/>
    <w:rsid w:val="00C744B8"/>
    <w:rsid w:val="00C76F4A"/>
    <w:rsid w:val="00C80D19"/>
    <w:rsid w:val="00C86687"/>
    <w:rsid w:val="00C95774"/>
    <w:rsid w:val="00CA7153"/>
    <w:rsid w:val="00CB11D5"/>
    <w:rsid w:val="00CB7912"/>
    <w:rsid w:val="00CC7059"/>
    <w:rsid w:val="00CD1611"/>
    <w:rsid w:val="00CD484A"/>
    <w:rsid w:val="00CE0139"/>
    <w:rsid w:val="00CE4EAE"/>
    <w:rsid w:val="00CF270B"/>
    <w:rsid w:val="00CF7319"/>
    <w:rsid w:val="00D001FA"/>
    <w:rsid w:val="00D03C4C"/>
    <w:rsid w:val="00D0461A"/>
    <w:rsid w:val="00D15A44"/>
    <w:rsid w:val="00D172F9"/>
    <w:rsid w:val="00D17835"/>
    <w:rsid w:val="00D2533E"/>
    <w:rsid w:val="00D45D92"/>
    <w:rsid w:val="00D50C2B"/>
    <w:rsid w:val="00D52FD2"/>
    <w:rsid w:val="00D57EE9"/>
    <w:rsid w:val="00D64F53"/>
    <w:rsid w:val="00D666CF"/>
    <w:rsid w:val="00D67AC1"/>
    <w:rsid w:val="00D7224B"/>
    <w:rsid w:val="00D728E7"/>
    <w:rsid w:val="00D74300"/>
    <w:rsid w:val="00D7626D"/>
    <w:rsid w:val="00D82A9B"/>
    <w:rsid w:val="00D94234"/>
    <w:rsid w:val="00DA2BAF"/>
    <w:rsid w:val="00DA49F7"/>
    <w:rsid w:val="00DB37ED"/>
    <w:rsid w:val="00DB4034"/>
    <w:rsid w:val="00DB5A50"/>
    <w:rsid w:val="00DC6D0C"/>
    <w:rsid w:val="00DD7B36"/>
    <w:rsid w:val="00DE5A4B"/>
    <w:rsid w:val="00DE699F"/>
    <w:rsid w:val="00DF33C3"/>
    <w:rsid w:val="00E02AEF"/>
    <w:rsid w:val="00E115E7"/>
    <w:rsid w:val="00E11AD6"/>
    <w:rsid w:val="00E22156"/>
    <w:rsid w:val="00E22327"/>
    <w:rsid w:val="00E23AFB"/>
    <w:rsid w:val="00E244C9"/>
    <w:rsid w:val="00E27F46"/>
    <w:rsid w:val="00E30E18"/>
    <w:rsid w:val="00E31D55"/>
    <w:rsid w:val="00E3326C"/>
    <w:rsid w:val="00E3419F"/>
    <w:rsid w:val="00E4066D"/>
    <w:rsid w:val="00E51A7D"/>
    <w:rsid w:val="00E714F5"/>
    <w:rsid w:val="00E731F0"/>
    <w:rsid w:val="00E7781C"/>
    <w:rsid w:val="00E81188"/>
    <w:rsid w:val="00E92076"/>
    <w:rsid w:val="00E92312"/>
    <w:rsid w:val="00E94BCD"/>
    <w:rsid w:val="00E951FD"/>
    <w:rsid w:val="00E95F3D"/>
    <w:rsid w:val="00EA6299"/>
    <w:rsid w:val="00EB1847"/>
    <w:rsid w:val="00EB37BB"/>
    <w:rsid w:val="00EC1933"/>
    <w:rsid w:val="00ED3C0A"/>
    <w:rsid w:val="00EE06C4"/>
    <w:rsid w:val="00EE082F"/>
    <w:rsid w:val="00EE31B9"/>
    <w:rsid w:val="00EF24E3"/>
    <w:rsid w:val="00EF31C1"/>
    <w:rsid w:val="00EF3A19"/>
    <w:rsid w:val="00F11735"/>
    <w:rsid w:val="00F128D0"/>
    <w:rsid w:val="00F148C0"/>
    <w:rsid w:val="00F2313F"/>
    <w:rsid w:val="00F27533"/>
    <w:rsid w:val="00F31052"/>
    <w:rsid w:val="00F34255"/>
    <w:rsid w:val="00F35EAE"/>
    <w:rsid w:val="00F36A35"/>
    <w:rsid w:val="00F379BC"/>
    <w:rsid w:val="00F5420D"/>
    <w:rsid w:val="00F6052D"/>
    <w:rsid w:val="00F62F38"/>
    <w:rsid w:val="00F800C9"/>
    <w:rsid w:val="00F81210"/>
    <w:rsid w:val="00F84AA8"/>
    <w:rsid w:val="00F90956"/>
    <w:rsid w:val="00F9365A"/>
    <w:rsid w:val="00F95758"/>
    <w:rsid w:val="00F97B23"/>
    <w:rsid w:val="00FB4E5E"/>
    <w:rsid w:val="00FC3DB9"/>
    <w:rsid w:val="00FC5B28"/>
    <w:rsid w:val="00FD0D2A"/>
    <w:rsid w:val="00FD190D"/>
    <w:rsid w:val="00FE15D8"/>
    <w:rsid w:val="00FE3CB2"/>
    <w:rsid w:val="00FF17CA"/>
    <w:rsid w:val="00FF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93BDF5"/>
  <w15:docId w15:val="{D0199C6A-66A7-4619-85AB-BD83FC08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0AE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30AE7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B17D7B"/>
    <w:pPr>
      <w:ind w:left="720"/>
      <w:contextualSpacing/>
    </w:pPr>
  </w:style>
  <w:style w:type="paragraph" w:styleId="Redaktsioon">
    <w:name w:val="Revision"/>
    <w:hidden/>
    <w:uiPriority w:val="99"/>
    <w:semiHidden/>
    <w:rsid w:val="007E4ACA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isu\Local%20Settings\Temporary%20Internet%20Files\Content.IE5\YBX3LJHU\peakontori%252520kontaktandmetega%252520plank%5b1%5d%5b1%5d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B831-753B-4157-8305-C05AC7E977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peakontori%2520kontaktandmetega%2520plank[1][1]</Template>
  <TotalTime>1</TotalTime>
  <Pages>2</Pages>
  <Words>405</Words>
  <Characters>2351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DF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DF, Identity Matters and Visual Affairs</dc:creator>
  <dc:description>Ver 4.0, 05.2013</dc:description>
  <cp:lastModifiedBy>Kärolain Kattai</cp:lastModifiedBy>
  <cp:revision>2</cp:revision>
  <cp:lastPrinted>2013-12-09T13:06:00Z</cp:lastPrinted>
  <dcterms:created xsi:type="dcterms:W3CDTF">2025-12-09T14:26:00Z</dcterms:created>
  <dcterms:modified xsi:type="dcterms:W3CDTF">2025-12-09T14:26:00Z</dcterms:modified>
</cp:coreProperties>
</file>